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3F" w:rsidRDefault="0030243F">
      <w:pPr>
        <w:pStyle w:val="Heading1"/>
        <w:jc w:val="center"/>
      </w:pPr>
    </w:p>
    <w:p w:rsidR="0030243F" w:rsidRDefault="0030243F">
      <w:pPr>
        <w:pStyle w:val="Heading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2.5pt" o:ole="" filled="t">
            <v:fill color2="black" type="frame"/>
            <v:imagedata r:id="rId7" o:title=""/>
          </v:shape>
          <o:OLEObject Type="Embed" ProgID="Paint.Picture" ShapeID="_x0000_i1025" DrawAspect="Content" ObjectID="_1733142280" r:id="rId8"/>
        </w:object>
      </w:r>
    </w:p>
    <w:p w:rsidR="0030243F" w:rsidRDefault="0030243F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30243F" w:rsidRPr="00902DB2" w:rsidTr="00543B96">
        <w:tc>
          <w:tcPr>
            <w:tcW w:w="10280" w:type="dxa"/>
          </w:tcPr>
          <w:p w:rsidR="0030243F" w:rsidRPr="00C249D8" w:rsidRDefault="0030243F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30243F" w:rsidRPr="00543B96" w:rsidRDefault="0030243F" w:rsidP="00543B96">
            <w:pPr>
              <w:pStyle w:val="Heading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30243F" w:rsidRPr="00902DB2" w:rsidRDefault="0030243F" w:rsidP="00543B96">
            <w:pPr>
              <w:pStyle w:val="Heading8"/>
              <w:jc w:val="center"/>
            </w:pPr>
          </w:p>
        </w:tc>
      </w:tr>
    </w:tbl>
    <w:p w:rsidR="0030243F" w:rsidRPr="00902DB2" w:rsidRDefault="0030243F" w:rsidP="00902DB2"/>
    <w:p w:rsidR="0030243F" w:rsidRDefault="0030243F" w:rsidP="00902DB2">
      <w:pPr>
        <w:pStyle w:val="Heading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30243F" w:rsidRDefault="0030243F" w:rsidP="0001563A">
      <w:pPr>
        <w:pStyle w:val="Heading1"/>
        <w:tabs>
          <w:tab w:val="clear" w:pos="0"/>
        </w:tabs>
        <w:rPr>
          <w:b/>
          <w:bCs/>
          <w:sz w:val="28"/>
        </w:rPr>
      </w:pPr>
    </w:p>
    <w:p w:rsidR="0030243F" w:rsidRPr="007527EA" w:rsidRDefault="0030243F">
      <w:pPr>
        <w:pStyle w:val="BodyText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м.Луцьк</w:t>
      </w:r>
    </w:p>
    <w:p w:rsidR="0030243F" w:rsidRPr="000361B6" w:rsidRDefault="0030243F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30243F" w:rsidRPr="000361B6" w:rsidRDefault="0030243F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30243F" w:rsidRDefault="0030243F" w:rsidP="00902DB2">
      <w:pPr>
        <w:rPr>
          <w:sz w:val="24"/>
          <w:szCs w:val="24"/>
          <w:lang w:val="uk-UA"/>
        </w:rPr>
      </w:pPr>
    </w:p>
    <w:p w:rsidR="0030243F" w:rsidRDefault="0030243F" w:rsidP="00BC7190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>
        <w:rPr>
          <w:b/>
          <w:sz w:val="24"/>
          <w:szCs w:val="24"/>
          <w:lang w:val="uk-UA"/>
        </w:rPr>
        <w:t>13.12.2022</w:t>
      </w:r>
      <w:r w:rsidRPr="000361B6">
        <w:rPr>
          <w:b/>
          <w:sz w:val="24"/>
          <w:szCs w:val="24"/>
          <w:lang w:val="uk-UA"/>
        </w:rPr>
        <w:t xml:space="preserve"> року  № </w:t>
      </w:r>
      <w:r>
        <w:rPr>
          <w:b/>
          <w:sz w:val="24"/>
          <w:szCs w:val="24"/>
          <w:lang w:val="uk-UA"/>
        </w:rPr>
        <w:t xml:space="preserve">38/10 </w:t>
      </w:r>
      <w:r w:rsidRPr="000361B6">
        <w:rPr>
          <w:sz w:val="24"/>
          <w:szCs w:val="24"/>
          <w:lang w:val="uk-UA"/>
        </w:rPr>
        <w:t>«</w:t>
      </w:r>
      <w:r>
        <w:rPr>
          <w:sz w:val="24"/>
          <w:szCs w:val="24"/>
          <w:lang w:val="uk-UA"/>
        </w:rPr>
        <w:t xml:space="preserve">Про внесення змін до рішення міської ради від 22.12.2021 року №24/122 «Про бюджет Луцької міської територіальної громади на 2022 рік, з врахуванням змін, внесених рішенням від 27.01.2022 року №25/93, від 23.02.2022року №26/55, від 01.03.2022 року №27/4, від 04.03.2022 року №28/4, від 30.03.2022 року №30/2, від 27.04.2022 року №31/18, від 23.06.2022 №32/18, від 27.07.2022 №33/67, від 31.08.2022 року №34/59, від 28.09.2022 року №35/57, від 26.10.2022 року №36/56, </w:t>
      </w:r>
      <w:r w:rsidRPr="00BC7190">
        <w:rPr>
          <w:sz w:val="24"/>
          <w:szCs w:val="24"/>
          <w:lang w:val="uk-UA"/>
        </w:rPr>
        <w:t>від 30.11.2022 року</w:t>
      </w:r>
      <w:r w:rsidRPr="000361B6">
        <w:rPr>
          <w:sz w:val="24"/>
          <w:szCs w:val="24"/>
          <w:lang w:val="uk-UA"/>
        </w:rPr>
        <w:t>»</w:t>
      </w:r>
    </w:p>
    <w:p w:rsidR="0030243F" w:rsidRDefault="0030243F" w:rsidP="00BC7190">
      <w:pPr>
        <w:ind w:firstLine="851"/>
        <w:jc w:val="both"/>
        <w:rPr>
          <w:sz w:val="24"/>
          <w:szCs w:val="24"/>
          <w:lang w:val="uk-UA"/>
        </w:rPr>
      </w:pPr>
    </w:p>
    <w:p w:rsidR="0030243F" w:rsidRDefault="0030243F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30243F" w:rsidRDefault="0030243F">
      <w:pPr>
        <w:ind w:firstLine="720"/>
        <w:jc w:val="center"/>
        <w:rPr>
          <w:sz w:val="24"/>
          <w:szCs w:val="24"/>
          <w:lang w:val="uk-UA"/>
        </w:rPr>
      </w:pPr>
    </w:p>
    <w:p w:rsidR="0030243F" w:rsidRDefault="0030243F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2022 рік.</w:t>
      </w:r>
    </w:p>
    <w:p w:rsidR="0030243F" w:rsidRDefault="0030243F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0243F" w:rsidRPr="0005173B" w:rsidTr="004D2667">
        <w:tc>
          <w:tcPr>
            <w:tcW w:w="1384" w:type="dxa"/>
          </w:tcPr>
          <w:p w:rsidR="0030243F" w:rsidRPr="000361B6" w:rsidRDefault="0030243F" w:rsidP="004D2667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0243F" w:rsidRPr="000361B6" w:rsidRDefault="0030243F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30243F" w:rsidRPr="0005173B" w:rsidTr="004D2667">
        <w:tc>
          <w:tcPr>
            <w:tcW w:w="1384" w:type="dxa"/>
          </w:tcPr>
          <w:p w:rsidR="0030243F" w:rsidRPr="004D2667" w:rsidRDefault="0030243F" w:rsidP="004D2667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4D2667">
              <w:rPr>
                <w:b/>
                <w:color w:val="00000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</w:tcPr>
          <w:p w:rsidR="0030243F" w:rsidRPr="004D2667" w:rsidRDefault="0030243F" w:rsidP="004D2667">
            <w:pPr>
              <w:suppressAutoHyphens w:val="0"/>
              <w:jc w:val="both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4D2667">
              <w:rPr>
                <w:b/>
                <w:color w:val="000000"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30243F" w:rsidRPr="0005173B" w:rsidTr="004D2667">
        <w:tc>
          <w:tcPr>
            <w:tcW w:w="1384" w:type="dxa"/>
          </w:tcPr>
          <w:p w:rsidR="0030243F" w:rsidRPr="003F1EC6" w:rsidRDefault="0030243F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1218240</w:t>
            </w:r>
          </w:p>
        </w:tc>
        <w:tc>
          <w:tcPr>
            <w:tcW w:w="8896" w:type="dxa"/>
          </w:tcPr>
          <w:p w:rsidR="0030243F" w:rsidRPr="0005173B" w:rsidRDefault="0030243F" w:rsidP="004D2667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та роботи з територіальної оборони</w:t>
            </w:r>
          </w:p>
        </w:tc>
      </w:tr>
      <w:tr w:rsidR="0030243F" w:rsidRPr="0005173B" w:rsidTr="004D2667">
        <w:tc>
          <w:tcPr>
            <w:tcW w:w="1384" w:type="dxa"/>
          </w:tcPr>
          <w:p w:rsidR="0030243F" w:rsidRPr="003F1EC6" w:rsidRDefault="0030243F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30243F" w:rsidRPr="0005173B" w:rsidRDefault="0030243F" w:rsidP="004D2667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30243F" w:rsidRPr="00BC7190" w:rsidTr="004D2667">
        <w:tc>
          <w:tcPr>
            <w:tcW w:w="1384" w:type="dxa"/>
          </w:tcPr>
          <w:p w:rsidR="0030243F" w:rsidRPr="003F1EC6" w:rsidRDefault="0030243F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30243F" w:rsidRPr="00622512" w:rsidRDefault="0030243F" w:rsidP="004D266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30243F" w:rsidRPr="00BC7190" w:rsidTr="00233DF6">
        <w:tc>
          <w:tcPr>
            <w:tcW w:w="1384" w:type="dxa"/>
          </w:tcPr>
          <w:p w:rsidR="0030243F" w:rsidRPr="003F1EC6" w:rsidRDefault="0030243F" w:rsidP="0041141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1216020</w:t>
            </w:r>
          </w:p>
          <w:p w:rsidR="0030243F" w:rsidRPr="003F1EC6" w:rsidRDefault="0030243F" w:rsidP="0041141A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30243F" w:rsidRPr="002170F6" w:rsidRDefault="0030243F" w:rsidP="0041141A">
            <w:pPr>
              <w:suppressAutoHyphens w:val="0"/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та\або надають житлово-комунальні послуги</w:t>
            </w:r>
          </w:p>
        </w:tc>
      </w:tr>
      <w:tr w:rsidR="0030243F" w:rsidRPr="0005173B" w:rsidTr="004D2667">
        <w:tc>
          <w:tcPr>
            <w:tcW w:w="1384" w:type="dxa"/>
          </w:tcPr>
          <w:p w:rsidR="0030243F" w:rsidRPr="003F1EC6" w:rsidRDefault="0030243F" w:rsidP="004D2667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  <w:vAlign w:val="center"/>
          </w:tcPr>
          <w:p w:rsidR="0030243F" w:rsidRPr="00622512" w:rsidRDefault="0030243F" w:rsidP="004D266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30243F" w:rsidRPr="0005173B" w:rsidTr="0099557E">
        <w:tc>
          <w:tcPr>
            <w:tcW w:w="1384" w:type="dxa"/>
          </w:tcPr>
          <w:p w:rsidR="0030243F" w:rsidRPr="006C0598" w:rsidRDefault="0030243F" w:rsidP="0041141A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6C0598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30243F" w:rsidRPr="0005173B" w:rsidRDefault="0030243F" w:rsidP="0041141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</w:tbl>
    <w:p w:rsidR="0030243F" w:rsidRDefault="0030243F" w:rsidP="00C95FAB">
      <w:pPr>
        <w:jc w:val="both"/>
        <w:rPr>
          <w:sz w:val="26"/>
          <w:szCs w:val="26"/>
          <w:lang w:val="uk-UA"/>
        </w:rPr>
      </w:pPr>
    </w:p>
    <w:p w:rsidR="0030243F" w:rsidRDefault="0030243F" w:rsidP="00C95FAB">
      <w:pPr>
        <w:jc w:val="both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Д</w:t>
      </w:r>
      <w:r w:rsidRPr="00A369C4">
        <w:rPr>
          <w:sz w:val="26"/>
          <w:szCs w:val="26"/>
        </w:rPr>
        <w:t xml:space="preserve">иректор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30243F" w:rsidRDefault="003024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Надія Яворська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30243F" w:rsidSect="00BC7190">
      <w:footnotePr>
        <w:pos w:val="beneathText"/>
      </w:footnotePr>
      <w:pgSz w:w="11905" w:h="16837"/>
      <w:pgMar w:top="851" w:right="565" w:bottom="1276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43F" w:rsidRDefault="0030243F">
      <w:r>
        <w:separator/>
      </w:r>
    </w:p>
  </w:endnote>
  <w:endnote w:type="continuationSeparator" w:id="0">
    <w:p w:rsidR="0030243F" w:rsidRDefault="00302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43F" w:rsidRDefault="0030243F">
      <w:r>
        <w:separator/>
      </w:r>
    </w:p>
  </w:footnote>
  <w:footnote w:type="continuationSeparator" w:id="0">
    <w:p w:rsidR="0030243F" w:rsidRDefault="003024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79"/>
    <w:rsid w:val="000E6989"/>
    <w:rsid w:val="000E7468"/>
    <w:rsid w:val="000F4E1F"/>
    <w:rsid w:val="00100CF8"/>
    <w:rsid w:val="00103A5C"/>
    <w:rsid w:val="00123043"/>
    <w:rsid w:val="00124F42"/>
    <w:rsid w:val="00125498"/>
    <w:rsid w:val="00126E88"/>
    <w:rsid w:val="00140745"/>
    <w:rsid w:val="0015086A"/>
    <w:rsid w:val="00153158"/>
    <w:rsid w:val="00156A77"/>
    <w:rsid w:val="00160AD5"/>
    <w:rsid w:val="00160B0B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3DF6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073A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243F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11CA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07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141A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D2667"/>
    <w:rsid w:val="004E16F2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E3E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B7D6B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47384"/>
    <w:rsid w:val="00647FCE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0598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68E3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436D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5B01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381D"/>
    <w:rsid w:val="00985F9F"/>
    <w:rsid w:val="00986BBA"/>
    <w:rsid w:val="00987407"/>
    <w:rsid w:val="0099557E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1BB1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C7190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3340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3638A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96356"/>
    <w:rsid w:val="00DA2DFF"/>
    <w:rsid w:val="00DA7659"/>
    <w:rsid w:val="00DB0857"/>
    <w:rsid w:val="00DB34B6"/>
    <w:rsid w:val="00DB5B59"/>
    <w:rsid w:val="00DC309D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3441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018D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0DF0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0DF0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0DF0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0DF0"/>
    <w:rPr>
      <w:rFonts w:asciiTheme="minorHAnsi" w:eastAsiaTheme="minorEastAsia" w:hAnsiTheme="minorHAnsi" w:cstheme="minorBidi"/>
      <w:b/>
      <w:bCs/>
      <w:lang w:val="ru-RU" w:eastAsia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0DF0"/>
    <w:rPr>
      <w:rFonts w:asciiTheme="minorHAnsi" w:eastAsiaTheme="minorEastAsia" w:hAnsiTheme="minorHAnsi" w:cstheme="minorBidi"/>
      <w:sz w:val="24"/>
      <w:szCs w:val="24"/>
      <w:lang w:val="ru-RU" w:eastAsia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0DF0"/>
    <w:rPr>
      <w:rFonts w:asciiTheme="minorHAnsi" w:eastAsiaTheme="minorEastAsia" w:hAnsiTheme="minorHAnsi" w:cstheme="minorBidi"/>
      <w:i/>
      <w:iCs/>
      <w:sz w:val="24"/>
      <w:szCs w:val="24"/>
      <w:lang w:val="ru-RU" w:eastAsia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0">
    <w:name w:val="Маркеры списка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eastAsia="Times New Roman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eastAsia="Times New Roman" w:hAnsi="StarSymbol"/>
      <w:sz w:val="18"/>
    </w:rPr>
  </w:style>
  <w:style w:type="paragraph" w:customStyle="1" w:styleId="a1">
    <w:name w:val="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45DDF"/>
    <w:rPr>
      <w:sz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A0DF0"/>
    <w:rPr>
      <w:sz w:val="20"/>
      <w:szCs w:val="20"/>
      <w:lang w:val="ru-RU" w:eastAsia="ar-SA"/>
    </w:rPr>
  </w:style>
  <w:style w:type="paragraph" w:customStyle="1" w:styleId="WW-3">
    <w:name w:val="WW-Заголовок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Normal"/>
    <w:next w:val="BodyText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Normal"/>
    <w:next w:val="BodyText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0DF0"/>
    <w:rPr>
      <w:sz w:val="20"/>
      <w:szCs w:val="20"/>
      <w:lang w:val="ru-RU" w:eastAsia="ar-SA"/>
    </w:rPr>
  </w:style>
  <w:style w:type="paragraph" w:styleId="Header">
    <w:name w:val="header"/>
    <w:basedOn w:val="Normal"/>
    <w:link w:val="Head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DF0"/>
    <w:rPr>
      <w:sz w:val="20"/>
      <w:szCs w:val="20"/>
      <w:lang w:val="ru-RU" w:eastAsia="ar-SA"/>
    </w:rPr>
  </w:style>
  <w:style w:type="paragraph" w:styleId="Footer">
    <w:name w:val="footer"/>
    <w:basedOn w:val="Normal"/>
    <w:link w:val="FooterChar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DF0"/>
    <w:rPr>
      <w:sz w:val="20"/>
      <w:szCs w:val="20"/>
      <w:lang w:val="ru-RU" w:eastAsia="ar-SA"/>
    </w:rPr>
  </w:style>
  <w:style w:type="paragraph" w:customStyle="1" w:styleId="a2">
    <w:name w:val="Содержимое таблицы"/>
    <w:basedOn w:val="BodyText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BodyText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BodyText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BodyText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BodyText"/>
    <w:uiPriority w:val="99"/>
    <w:rsid w:val="00345DDF"/>
    <w:pPr>
      <w:suppressLineNumbers/>
    </w:pPr>
  </w:style>
  <w:style w:type="paragraph" w:customStyle="1" w:styleId="a3">
    <w:name w:val="Заголовок таблицы"/>
    <w:basedOn w:val="a2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F0"/>
    <w:rPr>
      <w:sz w:val="0"/>
      <w:szCs w:val="0"/>
      <w:lang w:val="ru-RU" w:eastAsia="ar-SA"/>
    </w:rPr>
  </w:style>
  <w:style w:type="table" w:styleId="TableGrid">
    <w:name w:val="Table Grid"/>
    <w:basedOn w:val="TableNormal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4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</TotalTime>
  <Pages>1</Pages>
  <Words>1661</Words>
  <Characters>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yavorska</cp:lastModifiedBy>
  <cp:revision>15</cp:revision>
  <cp:lastPrinted>2022-11-10T09:10:00Z</cp:lastPrinted>
  <dcterms:created xsi:type="dcterms:W3CDTF">2022-09-02T10:59:00Z</dcterms:created>
  <dcterms:modified xsi:type="dcterms:W3CDTF">2022-12-21T13:38:00Z</dcterms:modified>
</cp:coreProperties>
</file>